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54" w:rsidRPr="00910B78" w:rsidRDefault="00963354" w:rsidP="0076257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>Приложение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>к приложению N 1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>к муниципальной целевой программе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 xml:space="preserve">"Муниципальная поддержка малого и среднего 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 xml:space="preserve">предпринимательства в рабочем поселке Горный 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 xml:space="preserve">Тогучинского района Новосибирской области 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 xml:space="preserve"> на 2015 - 2017 годы",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:rsidR="00963354" w:rsidRPr="00910B78" w:rsidRDefault="00963354" w:rsidP="0076257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10B78">
        <w:rPr>
          <w:rFonts w:ascii="Times New Roman" w:hAnsi="Times New Roman" w:cs="Times New Roman"/>
          <w:sz w:val="24"/>
          <w:szCs w:val="24"/>
        </w:rPr>
        <w:t>от 14.11.2014 № 419/1</w:t>
      </w:r>
    </w:p>
    <w:p w:rsidR="00963354" w:rsidRPr="00144E96" w:rsidRDefault="00963354" w:rsidP="00762579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63354" w:rsidRPr="00144E96" w:rsidRDefault="00963354" w:rsidP="00144E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>РАСЧЕТ</w:t>
      </w:r>
    </w:p>
    <w:p w:rsidR="00963354" w:rsidRPr="00144E96" w:rsidRDefault="00963354" w:rsidP="00144E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>целевых индикаторов</w:t>
      </w:r>
    </w:p>
    <w:p w:rsidR="00963354" w:rsidRPr="00144E96" w:rsidRDefault="00963354" w:rsidP="00144E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3354" w:rsidRPr="00144E96" w:rsidRDefault="00963354" w:rsidP="005F7FF0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 xml:space="preserve">1.Целевой индикатор </w:t>
      </w:r>
      <w:r w:rsidRPr="00BD0521">
        <w:rPr>
          <w:rFonts w:ascii="Times New Roman" w:hAnsi="Times New Roman" w:cs="Times New Roman"/>
          <w:sz w:val="28"/>
          <w:szCs w:val="28"/>
        </w:rPr>
        <w:t>"Рост оборота субъектов малого и среднего предпринимательства</w:t>
      </w:r>
      <w:r w:rsidRPr="00144E96">
        <w:rPr>
          <w:rFonts w:ascii="Times New Roman" w:hAnsi="Times New Roman" w:cs="Times New Roman"/>
          <w:sz w:val="28"/>
          <w:szCs w:val="28"/>
        </w:rPr>
        <w:t xml:space="preserve"> (к уровню предыдущего года)" рассчитывается следующим образом: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 xml:space="preserve">исходные данные для расчета (информация </w:t>
      </w:r>
      <w:r>
        <w:rPr>
          <w:rFonts w:ascii="Times New Roman" w:hAnsi="Times New Roman" w:cs="Times New Roman"/>
          <w:sz w:val="28"/>
          <w:szCs w:val="28"/>
        </w:rPr>
        <w:t xml:space="preserve">из отчёта </w:t>
      </w:r>
      <w:r w:rsidRPr="00144E96">
        <w:rPr>
          <w:rFonts w:ascii="Times New Roman" w:hAnsi="Times New Roman" w:cs="Times New Roman"/>
          <w:sz w:val="28"/>
          <w:szCs w:val="28"/>
        </w:rPr>
        <w:t>Новосибирскстата):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малых предприятий</w:t>
      </w:r>
      <w:r w:rsidRPr="00144E96">
        <w:rPr>
          <w:rFonts w:ascii="Times New Roman" w:hAnsi="Times New Roman" w:cs="Times New Roman"/>
          <w:sz w:val="28"/>
          <w:szCs w:val="28"/>
        </w:rPr>
        <w:t>;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индивидуальных предпринимателей</w:t>
      </w:r>
      <w:r w:rsidRPr="00144E96">
        <w:rPr>
          <w:rFonts w:ascii="Times New Roman" w:hAnsi="Times New Roman" w:cs="Times New Roman"/>
          <w:sz w:val="28"/>
          <w:szCs w:val="28"/>
        </w:rPr>
        <w:t>;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 xml:space="preserve">рост оборота </w:t>
      </w: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144E96">
        <w:rPr>
          <w:rFonts w:ascii="Times New Roman" w:hAnsi="Times New Roman" w:cs="Times New Roman"/>
          <w:sz w:val="28"/>
          <w:szCs w:val="28"/>
        </w:rPr>
        <w:t xml:space="preserve"> (к уровню предыдущего года) = (</w:t>
      </w:r>
      <w:r>
        <w:rPr>
          <w:rFonts w:ascii="Times New Roman" w:hAnsi="Times New Roman" w:cs="Times New Roman"/>
          <w:sz w:val="28"/>
          <w:szCs w:val="28"/>
        </w:rPr>
        <w:t xml:space="preserve">количество малых предприятий </w:t>
      </w:r>
      <w:r w:rsidRPr="00144E96">
        <w:rPr>
          <w:rFonts w:ascii="Times New Roman" w:hAnsi="Times New Roman" w:cs="Times New Roman"/>
          <w:sz w:val="28"/>
          <w:szCs w:val="28"/>
        </w:rPr>
        <w:t xml:space="preserve">в текущем году + </w:t>
      </w:r>
      <w:r>
        <w:rPr>
          <w:rFonts w:ascii="Times New Roman" w:hAnsi="Times New Roman" w:cs="Times New Roman"/>
          <w:sz w:val="28"/>
          <w:szCs w:val="28"/>
        </w:rPr>
        <w:t xml:space="preserve">количество индивидуальных предпринимателей </w:t>
      </w:r>
      <w:r w:rsidRPr="00144E96">
        <w:rPr>
          <w:rFonts w:ascii="Times New Roman" w:hAnsi="Times New Roman" w:cs="Times New Roman"/>
          <w:sz w:val="28"/>
          <w:szCs w:val="28"/>
        </w:rPr>
        <w:t>в текущем году) / (</w:t>
      </w:r>
      <w:r>
        <w:rPr>
          <w:rFonts w:ascii="Times New Roman" w:hAnsi="Times New Roman" w:cs="Times New Roman"/>
          <w:sz w:val="28"/>
          <w:szCs w:val="28"/>
        </w:rPr>
        <w:t xml:space="preserve">количество малых предприятий </w:t>
      </w:r>
      <w:r w:rsidRPr="00144E96">
        <w:rPr>
          <w:rFonts w:ascii="Times New Roman" w:hAnsi="Times New Roman" w:cs="Times New Roman"/>
          <w:sz w:val="28"/>
          <w:szCs w:val="28"/>
        </w:rPr>
        <w:t xml:space="preserve">в предшествующем году + </w:t>
      </w:r>
      <w:r>
        <w:rPr>
          <w:rFonts w:ascii="Times New Roman" w:hAnsi="Times New Roman" w:cs="Times New Roman"/>
          <w:sz w:val="28"/>
          <w:szCs w:val="28"/>
        </w:rPr>
        <w:t>количество индивидуальных предпринимателей</w:t>
      </w:r>
      <w:r w:rsidRPr="00144E96">
        <w:rPr>
          <w:rFonts w:ascii="Times New Roman" w:hAnsi="Times New Roman" w:cs="Times New Roman"/>
          <w:sz w:val="28"/>
          <w:szCs w:val="28"/>
        </w:rPr>
        <w:t xml:space="preserve"> предшествующем году) x 100%;</w:t>
      </w:r>
    </w:p>
    <w:p w:rsidR="00963354" w:rsidRPr="00144E96" w:rsidRDefault="00963354" w:rsidP="008E274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 xml:space="preserve">2. Целевой индикатор </w:t>
      </w:r>
      <w:r w:rsidRPr="00563502">
        <w:rPr>
          <w:rFonts w:ascii="Times New Roman" w:hAnsi="Times New Roman" w:cs="Times New Roman"/>
          <w:sz w:val="28"/>
          <w:szCs w:val="28"/>
        </w:rPr>
        <w:t>" Рост общего объёма продукции, работ, услуг произведённых организациями, являющимися субъектами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E96">
        <w:rPr>
          <w:rFonts w:ascii="Times New Roman" w:hAnsi="Times New Roman" w:cs="Times New Roman"/>
          <w:sz w:val="28"/>
          <w:szCs w:val="28"/>
        </w:rPr>
        <w:t>рассчитывается следующим образом:</w:t>
      </w:r>
    </w:p>
    <w:p w:rsidR="00963354" w:rsidRPr="00144E96" w:rsidRDefault="00963354" w:rsidP="008E27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>исходные данные для расчета (официальная информация Новосибирскстата):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>рост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4E96">
        <w:rPr>
          <w:rFonts w:ascii="Times New Roman" w:hAnsi="Times New Roman" w:cs="Times New Roman"/>
          <w:sz w:val="28"/>
          <w:szCs w:val="28"/>
        </w:rPr>
        <w:t xml:space="preserve"> отгруженных товаров собственного производства = (объем отгруженных товаров собственного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предпринимательства </w:t>
      </w:r>
      <w:r w:rsidRPr="00144E96">
        <w:rPr>
          <w:rFonts w:ascii="Times New Roman" w:hAnsi="Times New Roman" w:cs="Times New Roman"/>
          <w:sz w:val="28"/>
          <w:szCs w:val="28"/>
        </w:rPr>
        <w:t xml:space="preserve">в текущем году) / (объем отгруженных товаров собственного производства </w:t>
      </w: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144E96">
        <w:rPr>
          <w:rFonts w:ascii="Times New Roman" w:hAnsi="Times New Roman" w:cs="Times New Roman"/>
          <w:sz w:val="28"/>
          <w:szCs w:val="28"/>
        </w:rPr>
        <w:t xml:space="preserve"> в предшествующем году) x 100%;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 xml:space="preserve">3. Целевой </w:t>
      </w:r>
      <w:r w:rsidRPr="0080096E">
        <w:rPr>
          <w:rFonts w:ascii="Times New Roman" w:hAnsi="Times New Roman" w:cs="Times New Roman"/>
          <w:sz w:val="28"/>
          <w:szCs w:val="28"/>
        </w:rPr>
        <w:t xml:space="preserve">индикатор " Рост среднесписочной численности занятых на предприятиях субъектов малого и среднего предпринимательства </w:t>
      </w:r>
      <w:r w:rsidRPr="00144E96">
        <w:rPr>
          <w:rFonts w:ascii="Times New Roman" w:hAnsi="Times New Roman" w:cs="Times New Roman"/>
          <w:sz w:val="28"/>
          <w:szCs w:val="28"/>
        </w:rPr>
        <w:t>(к уровню предыдущего года)" рассчитывается следующим образом: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>исходные данные для расчета (официальная информация Новосибирскстата):</w:t>
      </w:r>
    </w:p>
    <w:p w:rsidR="00963354" w:rsidRPr="00144E96" w:rsidRDefault="00963354" w:rsidP="00144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E96">
        <w:rPr>
          <w:rFonts w:ascii="Times New Roman" w:hAnsi="Times New Roman" w:cs="Times New Roman"/>
          <w:sz w:val="28"/>
          <w:szCs w:val="28"/>
        </w:rPr>
        <w:t>Рост количества занятых на предприятиях</w:t>
      </w:r>
      <w:r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 w:rsidRPr="00144E96">
        <w:rPr>
          <w:rFonts w:ascii="Times New Roman" w:hAnsi="Times New Roman" w:cs="Times New Roman"/>
          <w:sz w:val="28"/>
          <w:szCs w:val="28"/>
        </w:rPr>
        <w:t xml:space="preserve"> (к уровню предыдущего года) = (численность зан</w:t>
      </w:r>
      <w:r>
        <w:rPr>
          <w:rFonts w:ascii="Times New Roman" w:hAnsi="Times New Roman" w:cs="Times New Roman"/>
          <w:sz w:val="28"/>
          <w:szCs w:val="28"/>
        </w:rPr>
        <w:t>ятых</w:t>
      </w:r>
      <w:r w:rsidRPr="00144E96">
        <w:rPr>
          <w:rFonts w:ascii="Times New Roman" w:hAnsi="Times New Roman" w:cs="Times New Roman"/>
          <w:sz w:val="28"/>
          <w:szCs w:val="28"/>
        </w:rPr>
        <w:t xml:space="preserve"> на малых предприятиях в текущем году / (численность занятых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E96">
        <w:rPr>
          <w:rFonts w:ascii="Times New Roman" w:hAnsi="Times New Roman" w:cs="Times New Roman"/>
          <w:sz w:val="28"/>
          <w:szCs w:val="28"/>
        </w:rPr>
        <w:t>на малых предприятиях в предшествующ</w:t>
      </w:r>
      <w:bookmarkStart w:id="0" w:name="_GoBack"/>
      <w:bookmarkEnd w:id="0"/>
      <w:r w:rsidRPr="00144E96">
        <w:rPr>
          <w:rFonts w:ascii="Times New Roman" w:hAnsi="Times New Roman" w:cs="Times New Roman"/>
          <w:sz w:val="28"/>
          <w:szCs w:val="28"/>
        </w:rPr>
        <w:t>ем году).</w:t>
      </w:r>
    </w:p>
    <w:sectPr w:rsidR="00963354" w:rsidRPr="00144E96" w:rsidSect="00F31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227"/>
    <w:rsid w:val="00083426"/>
    <w:rsid w:val="000C605C"/>
    <w:rsid w:val="00144E96"/>
    <w:rsid w:val="00165B45"/>
    <w:rsid w:val="00195215"/>
    <w:rsid w:val="002520AD"/>
    <w:rsid w:val="002F0F28"/>
    <w:rsid w:val="003955E7"/>
    <w:rsid w:val="004059EB"/>
    <w:rsid w:val="00431636"/>
    <w:rsid w:val="00563502"/>
    <w:rsid w:val="005F7FF0"/>
    <w:rsid w:val="00691311"/>
    <w:rsid w:val="00754D77"/>
    <w:rsid w:val="00762579"/>
    <w:rsid w:val="007D5227"/>
    <w:rsid w:val="007E286D"/>
    <w:rsid w:val="007F6E27"/>
    <w:rsid w:val="0080096E"/>
    <w:rsid w:val="008927C4"/>
    <w:rsid w:val="008E2741"/>
    <w:rsid w:val="00910B78"/>
    <w:rsid w:val="00954599"/>
    <w:rsid w:val="00963354"/>
    <w:rsid w:val="00A17937"/>
    <w:rsid w:val="00BA3798"/>
    <w:rsid w:val="00BD0521"/>
    <w:rsid w:val="00BF5117"/>
    <w:rsid w:val="00C2110E"/>
    <w:rsid w:val="00D10A4D"/>
    <w:rsid w:val="00E6670B"/>
    <w:rsid w:val="00F3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E9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4E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144E96"/>
    <w:rPr>
      <w:color w:val="0000FF"/>
      <w:u w:val="single"/>
    </w:rPr>
  </w:style>
  <w:style w:type="paragraph" w:customStyle="1" w:styleId="ConsPlusNonformat">
    <w:name w:val="ConsPlusNonformat"/>
    <w:uiPriority w:val="99"/>
    <w:rsid w:val="00BD05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98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345</TotalTime>
  <Pages>1</Pages>
  <Words>298</Words>
  <Characters>1705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plotnikova</dc:creator>
  <cp:keywords/>
  <dc:description/>
  <cp:lastModifiedBy>Nina</cp:lastModifiedBy>
  <cp:revision>68</cp:revision>
  <dcterms:created xsi:type="dcterms:W3CDTF">2013-08-21T04:38:00Z</dcterms:created>
  <dcterms:modified xsi:type="dcterms:W3CDTF">2014-12-09T05:35:00Z</dcterms:modified>
</cp:coreProperties>
</file>